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B3A84" w14:textId="77777777"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21F0C387" w14:textId="77777777" w:rsidR="00411592" w:rsidRDefault="00411592" w:rsidP="00411592">
      <w:pPr>
        <w:spacing w:line="276" w:lineRule="auto"/>
      </w:pPr>
    </w:p>
    <w:p w14:paraId="2C89E956" w14:textId="3B0BF403" w:rsidR="00411592" w:rsidRPr="00411592" w:rsidRDefault="002D4F7E" w:rsidP="00356A7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276" w:lineRule="auto"/>
        <w:jc w:val="center"/>
        <w:rPr>
          <w:b/>
          <w:sz w:val="44"/>
          <w:szCs w:val="44"/>
        </w:rPr>
      </w:pPr>
      <w:r w:rsidRPr="00E4327B">
        <w:rPr>
          <w:b/>
          <w:bCs/>
          <w:sz w:val="44"/>
          <w:szCs w:val="44"/>
        </w:rPr>
        <w:t>Build a Boat and Hope It Floats</w:t>
      </w:r>
    </w:p>
    <w:p w14:paraId="41C9532C" w14:textId="77777777" w:rsidR="00411592" w:rsidRDefault="00411592" w:rsidP="00411592">
      <w:pPr>
        <w:spacing w:line="276" w:lineRule="auto"/>
      </w:pPr>
    </w:p>
    <w:p w14:paraId="1DD357A2" w14:textId="15CB8119" w:rsidR="00D365DD" w:rsidRPr="00874E37" w:rsidRDefault="00874E37" w:rsidP="00411592">
      <w:pPr>
        <w:spacing w:line="276" w:lineRule="auto"/>
        <w:rPr>
          <w:i/>
          <w:sz w:val="32"/>
          <w:szCs w:val="32"/>
        </w:rPr>
      </w:pPr>
      <w:r w:rsidRPr="00874E37">
        <w:rPr>
          <w:i/>
          <w:sz w:val="32"/>
          <w:szCs w:val="32"/>
        </w:rPr>
        <w:t xml:space="preserve">GOAL: Build </w:t>
      </w:r>
      <w:r w:rsidR="00E4327B">
        <w:rPr>
          <w:i/>
          <w:sz w:val="32"/>
          <w:szCs w:val="32"/>
        </w:rPr>
        <w:t>a $3 boat</w:t>
      </w:r>
      <w:r w:rsidRPr="00874E37">
        <w:rPr>
          <w:i/>
          <w:sz w:val="32"/>
          <w:szCs w:val="32"/>
        </w:rPr>
        <w:t xml:space="preserve"> capable of floating as many pennies as possible.</w:t>
      </w:r>
    </w:p>
    <w:p w14:paraId="4FD5AD87" w14:textId="77777777" w:rsidR="00D365DD" w:rsidRDefault="00D365DD" w:rsidP="00411592">
      <w:pPr>
        <w:spacing w:line="276" w:lineRule="auto"/>
      </w:pPr>
    </w:p>
    <w:p w14:paraId="63888B09" w14:textId="77777777" w:rsidR="00411592" w:rsidRPr="00356A73" w:rsidRDefault="00356A73" w:rsidP="00411592">
      <w:pPr>
        <w:spacing w:line="276" w:lineRule="auto"/>
        <w:rPr>
          <w:sz w:val="32"/>
          <w:u w:val="single"/>
        </w:rPr>
      </w:pPr>
      <w:r w:rsidRPr="00356A73">
        <w:rPr>
          <w:sz w:val="32"/>
          <w:u w:val="single"/>
        </w:rPr>
        <w:t>Materials</w:t>
      </w:r>
      <w:r>
        <w:rPr>
          <w:sz w:val="32"/>
          <w:u w:val="singl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356A73" w14:paraId="609B2C10" w14:textId="77777777" w:rsidTr="00356A73">
        <w:tc>
          <w:tcPr>
            <w:tcW w:w="3356" w:type="dxa"/>
          </w:tcPr>
          <w:p w14:paraId="084AC020" w14:textId="77777777" w:rsidR="00356A73" w:rsidRPr="00356A73" w:rsidRDefault="00356A73" w:rsidP="00411592">
            <w:pPr>
              <w:spacing w:line="276" w:lineRule="auto"/>
              <w:rPr>
                <w:b/>
              </w:rPr>
            </w:pPr>
            <w:r w:rsidRPr="00356A73">
              <w:rPr>
                <w:b/>
              </w:rPr>
              <w:t>Item</w:t>
            </w:r>
          </w:p>
        </w:tc>
        <w:tc>
          <w:tcPr>
            <w:tcW w:w="3357" w:type="dxa"/>
          </w:tcPr>
          <w:p w14:paraId="36B935A9" w14:textId="77777777" w:rsidR="00356A73" w:rsidRPr="00356A73" w:rsidRDefault="00356A73" w:rsidP="00411592">
            <w:pPr>
              <w:spacing w:line="276" w:lineRule="auto"/>
              <w:rPr>
                <w:b/>
              </w:rPr>
            </w:pPr>
            <w:r w:rsidRPr="00356A73">
              <w:rPr>
                <w:b/>
              </w:rPr>
              <w:t>Quantity</w:t>
            </w:r>
          </w:p>
        </w:tc>
        <w:tc>
          <w:tcPr>
            <w:tcW w:w="3357" w:type="dxa"/>
          </w:tcPr>
          <w:p w14:paraId="7A4C6A69" w14:textId="7C699979" w:rsidR="00356A73" w:rsidRPr="00356A73" w:rsidRDefault="00505350" w:rsidP="00411592">
            <w:pPr>
              <w:spacing w:line="276" w:lineRule="auto"/>
              <w:rPr>
                <w:b/>
              </w:rPr>
            </w:pPr>
            <w:r>
              <w:rPr>
                <w:b/>
              </w:rPr>
              <w:t>Cost Per Item</w:t>
            </w:r>
          </w:p>
        </w:tc>
      </w:tr>
      <w:tr w:rsidR="00356A73" w14:paraId="76C70E99" w14:textId="77777777" w:rsidTr="00356A73">
        <w:tc>
          <w:tcPr>
            <w:tcW w:w="3356" w:type="dxa"/>
          </w:tcPr>
          <w:p w14:paraId="3BF64DA3" w14:textId="77777777" w:rsidR="00356A73" w:rsidRDefault="00356A73" w:rsidP="00356A73">
            <w:pPr>
              <w:spacing w:line="480" w:lineRule="auto"/>
            </w:pPr>
            <w:r>
              <w:t>Half sheet of paper</w:t>
            </w:r>
          </w:p>
        </w:tc>
        <w:tc>
          <w:tcPr>
            <w:tcW w:w="3357" w:type="dxa"/>
          </w:tcPr>
          <w:p w14:paraId="730D284C" w14:textId="77777777" w:rsidR="00356A73" w:rsidRDefault="00356A73" w:rsidP="00356A73">
            <w:pPr>
              <w:spacing w:line="480" w:lineRule="auto"/>
            </w:pPr>
          </w:p>
        </w:tc>
        <w:tc>
          <w:tcPr>
            <w:tcW w:w="3357" w:type="dxa"/>
          </w:tcPr>
          <w:p w14:paraId="5ACFF3C1" w14:textId="7A31B38F" w:rsidR="00356A73" w:rsidRDefault="00505350" w:rsidP="00356A73">
            <w:pPr>
              <w:spacing w:line="480" w:lineRule="auto"/>
            </w:pPr>
            <w:r>
              <w:t>$0.10</w:t>
            </w:r>
          </w:p>
        </w:tc>
      </w:tr>
      <w:tr w:rsidR="00356A73" w14:paraId="395E902B" w14:textId="77777777" w:rsidTr="00356A73">
        <w:tc>
          <w:tcPr>
            <w:tcW w:w="3356" w:type="dxa"/>
          </w:tcPr>
          <w:p w14:paraId="4D87FB77" w14:textId="77777777" w:rsidR="00356A73" w:rsidRDefault="00356A73" w:rsidP="00356A73">
            <w:r>
              <w:t>Aluminum foil (same size as paper)</w:t>
            </w:r>
          </w:p>
        </w:tc>
        <w:tc>
          <w:tcPr>
            <w:tcW w:w="3357" w:type="dxa"/>
          </w:tcPr>
          <w:p w14:paraId="74C6F60B" w14:textId="77777777" w:rsidR="00356A73" w:rsidRDefault="00356A73" w:rsidP="00356A73">
            <w:pPr>
              <w:spacing w:line="480" w:lineRule="auto"/>
            </w:pPr>
          </w:p>
        </w:tc>
        <w:tc>
          <w:tcPr>
            <w:tcW w:w="3357" w:type="dxa"/>
          </w:tcPr>
          <w:p w14:paraId="0FDA00D4" w14:textId="5FC277D9" w:rsidR="00356A73" w:rsidRDefault="00505350" w:rsidP="00356A73">
            <w:pPr>
              <w:spacing w:line="480" w:lineRule="auto"/>
            </w:pPr>
            <w:r>
              <w:t>$0.20</w:t>
            </w:r>
          </w:p>
        </w:tc>
      </w:tr>
      <w:tr w:rsidR="00356A73" w14:paraId="463C180A" w14:textId="77777777" w:rsidTr="00356A73">
        <w:tc>
          <w:tcPr>
            <w:tcW w:w="3356" w:type="dxa"/>
          </w:tcPr>
          <w:p w14:paraId="7BCDA293" w14:textId="77777777" w:rsidR="00356A73" w:rsidRDefault="00356A73" w:rsidP="00356A73">
            <w:pPr>
              <w:spacing w:line="480" w:lineRule="auto"/>
            </w:pPr>
            <w:r>
              <w:t>Paper clips</w:t>
            </w:r>
          </w:p>
        </w:tc>
        <w:tc>
          <w:tcPr>
            <w:tcW w:w="3357" w:type="dxa"/>
          </w:tcPr>
          <w:p w14:paraId="1AE2E341" w14:textId="77777777" w:rsidR="00356A73" w:rsidRDefault="00356A73" w:rsidP="00356A73">
            <w:pPr>
              <w:spacing w:line="480" w:lineRule="auto"/>
            </w:pPr>
          </w:p>
        </w:tc>
        <w:tc>
          <w:tcPr>
            <w:tcW w:w="3357" w:type="dxa"/>
          </w:tcPr>
          <w:p w14:paraId="0D350637" w14:textId="427CA642" w:rsidR="00356A73" w:rsidRDefault="00505350" w:rsidP="00356A73">
            <w:pPr>
              <w:spacing w:line="480" w:lineRule="auto"/>
            </w:pPr>
            <w:r>
              <w:t>$0.25</w:t>
            </w:r>
          </w:p>
        </w:tc>
      </w:tr>
      <w:tr w:rsidR="00356A73" w14:paraId="38FEC6C3" w14:textId="77777777" w:rsidTr="00356A73">
        <w:tc>
          <w:tcPr>
            <w:tcW w:w="3356" w:type="dxa"/>
          </w:tcPr>
          <w:p w14:paraId="0A7309FC" w14:textId="77777777" w:rsidR="00356A73" w:rsidRDefault="00356A73" w:rsidP="00356A73">
            <w:pPr>
              <w:spacing w:line="480" w:lineRule="auto"/>
            </w:pPr>
            <w:r>
              <w:t>Rubber bands</w:t>
            </w:r>
          </w:p>
        </w:tc>
        <w:tc>
          <w:tcPr>
            <w:tcW w:w="3357" w:type="dxa"/>
          </w:tcPr>
          <w:p w14:paraId="7A52AD8F" w14:textId="77777777" w:rsidR="00356A73" w:rsidRDefault="00356A73" w:rsidP="00356A73">
            <w:pPr>
              <w:spacing w:line="480" w:lineRule="auto"/>
            </w:pPr>
          </w:p>
        </w:tc>
        <w:tc>
          <w:tcPr>
            <w:tcW w:w="3357" w:type="dxa"/>
          </w:tcPr>
          <w:p w14:paraId="50D93CD0" w14:textId="4303176E" w:rsidR="00356A73" w:rsidRDefault="00505350" w:rsidP="00356A73">
            <w:pPr>
              <w:spacing w:line="480" w:lineRule="auto"/>
            </w:pPr>
            <w:r>
              <w:t>$0.50</w:t>
            </w:r>
          </w:p>
        </w:tc>
      </w:tr>
      <w:tr w:rsidR="00356A73" w14:paraId="09C63E65" w14:textId="77777777" w:rsidTr="00356A73">
        <w:tc>
          <w:tcPr>
            <w:tcW w:w="3356" w:type="dxa"/>
          </w:tcPr>
          <w:p w14:paraId="211C0075" w14:textId="77777777" w:rsidR="00356A73" w:rsidRDefault="00356A73" w:rsidP="00356A73">
            <w:pPr>
              <w:spacing w:line="480" w:lineRule="auto"/>
            </w:pPr>
            <w:r>
              <w:t>Clear tape</w:t>
            </w:r>
          </w:p>
        </w:tc>
        <w:tc>
          <w:tcPr>
            <w:tcW w:w="3357" w:type="dxa"/>
          </w:tcPr>
          <w:p w14:paraId="4A4A4545" w14:textId="77777777" w:rsidR="00356A73" w:rsidRDefault="00356A73" w:rsidP="00356A73">
            <w:pPr>
              <w:spacing w:line="480" w:lineRule="auto"/>
            </w:pPr>
          </w:p>
        </w:tc>
        <w:tc>
          <w:tcPr>
            <w:tcW w:w="3357" w:type="dxa"/>
          </w:tcPr>
          <w:p w14:paraId="1E504DD2" w14:textId="68A6AE8D" w:rsidR="00356A73" w:rsidRDefault="00505350" w:rsidP="00356A73">
            <w:pPr>
              <w:spacing w:line="480" w:lineRule="auto"/>
            </w:pPr>
            <w:r>
              <w:t>$0.15</w:t>
            </w:r>
          </w:p>
        </w:tc>
      </w:tr>
      <w:tr w:rsidR="00356A73" w14:paraId="0942E6EA" w14:textId="77777777" w:rsidTr="00356A73">
        <w:tc>
          <w:tcPr>
            <w:tcW w:w="3356" w:type="dxa"/>
          </w:tcPr>
          <w:p w14:paraId="155458A6" w14:textId="77777777" w:rsidR="00356A73" w:rsidRDefault="00356A73" w:rsidP="00356A73">
            <w:pPr>
              <w:spacing w:line="480" w:lineRule="auto"/>
            </w:pPr>
            <w:r>
              <w:t>Duct tape</w:t>
            </w:r>
          </w:p>
        </w:tc>
        <w:tc>
          <w:tcPr>
            <w:tcW w:w="3357" w:type="dxa"/>
          </w:tcPr>
          <w:p w14:paraId="5FD9955F" w14:textId="77777777" w:rsidR="00356A73" w:rsidRDefault="00356A73" w:rsidP="00356A73">
            <w:pPr>
              <w:spacing w:line="480" w:lineRule="auto"/>
            </w:pPr>
          </w:p>
        </w:tc>
        <w:tc>
          <w:tcPr>
            <w:tcW w:w="3357" w:type="dxa"/>
          </w:tcPr>
          <w:p w14:paraId="394438C6" w14:textId="5D833E06" w:rsidR="00356A73" w:rsidRDefault="00505350" w:rsidP="00356A73">
            <w:pPr>
              <w:spacing w:line="480" w:lineRule="auto"/>
            </w:pPr>
            <w:r>
              <w:t>$0.75</w:t>
            </w:r>
          </w:p>
        </w:tc>
      </w:tr>
      <w:tr w:rsidR="00356A73" w14:paraId="597AB12F" w14:textId="77777777" w:rsidTr="004B67B9">
        <w:tc>
          <w:tcPr>
            <w:tcW w:w="6713" w:type="dxa"/>
            <w:gridSpan w:val="2"/>
          </w:tcPr>
          <w:p w14:paraId="66A15075" w14:textId="77777777" w:rsidR="00356A73" w:rsidRDefault="00356A73" w:rsidP="00356A73">
            <w:pPr>
              <w:spacing w:line="480" w:lineRule="auto"/>
              <w:jc w:val="right"/>
            </w:pPr>
            <w:r>
              <w:t>TOTAL COST OF BOAT:</w:t>
            </w:r>
          </w:p>
        </w:tc>
        <w:tc>
          <w:tcPr>
            <w:tcW w:w="3357" w:type="dxa"/>
          </w:tcPr>
          <w:p w14:paraId="55989436" w14:textId="77777777" w:rsidR="00356A73" w:rsidRDefault="00356A73" w:rsidP="00356A73">
            <w:pPr>
              <w:spacing w:line="480" w:lineRule="auto"/>
            </w:pPr>
          </w:p>
        </w:tc>
      </w:tr>
    </w:tbl>
    <w:p w14:paraId="52EC428C" w14:textId="77777777" w:rsidR="00356A73" w:rsidRDefault="00356A73" w:rsidP="00411592">
      <w:pPr>
        <w:spacing w:line="276" w:lineRule="auto"/>
      </w:pPr>
    </w:p>
    <w:p w14:paraId="4CC1D2F8" w14:textId="77777777" w:rsidR="00356A73" w:rsidRPr="00356A73" w:rsidRDefault="00356A73" w:rsidP="00411592">
      <w:pPr>
        <w:spacing w:line="276" w:lineRule="auto"/>
        <w:rPr>
          <w:sz w:val="32"/>
          <w:szCs w:val="32"/>
        </w:rPr>
      </w:pPr>
      <w:r w:rsidRPr="00356A73">
        <w:rPr>
          <w:sz w:val="32"/>
          <w:szCs w:val="32"/>
        </w:rPr>
        <w:t>Number of Pennies Your Boat Supported: ________________</w:t>
      </w:r>
    </w:p>
    <w:p w14:paraId="42C75354" w14:textId="77777777" w:rsidR="00356A73" w:rsidRDefault="00356A73" w:rsidP="00411592">
      <w:pPr>
        <w:spacing w:line="276" w:lineRule="auto"/>
      </w:pPr>
    </w:p>
    <w:p w14:paraId="3CF8F8A8" w14:textId="77777777" w:rsidR="00356A73" w:rsidRDefault="00356A73" w:rsidP="00411592">
      <w:pPr>
        <w:spacing w:line="276" w:lineRule="auto"/>
        <w:rPr>
          <w:sz w:val="32"/>
        </w:rPr>
      </w:pPr>
    </w:p>
    <w:p w14:paraId="3E491376" w14:textId="77777777" w:rsidR="00C93C62" w:rsidRDefault="00C93C62" w:rsidP="00411592">
      <w:pPr>
        <w:spacing w:line="276" w:lineRule="auto"/>
      </w:pPr>
    </w:p>
    <w:p w14:paraId="7EDE5B3D" w14:textId="77777777" w:rsidR="00874E37" w:rsidRDefault="00874E37" w:rsidP="00411592">
      <w:pPr>
        <w:pBdr>
          <w:bottom w:val="single" w:sz="12" w:space="1" w:color="auto"/>
        </w:pBdr>
        <w:spacing w:line="276" w:lineRule="auto"/>
      </w:pPr>
    </w:p>
    <w:p w14:paraId="335F1F5C" w14:textId="77777777" w:rsidR="00874E37" w:rsidRDefault="00874E37" w:rsidP="00411592">
      <w:pPr>
        <w:pBdr>
          <w:bottom w:val="single" w:sz="12" w:space="1" w:color="auto"/>
        </w:pBdr>
        <w:spacing w:line="276" w:lineRule="auto"/>
      </w:pPr>
    </w:p>
    <w:p w14:paraId="366807F1" w14:textId="77777777" w:rsidR="00356A73" w:rsidRDefault="00356A73" w:rsidP="00411592">
      <w:pPr>
        <w:pBdr>
          <w:bottom w:val="single" w:sz="12" w:space="1" w:color="auto"/>
        </w:pBdr>
        <w:spacing w:line="276" w:lineRule="auto"/>
      </w:pPr>
      <w:r>
        <w:t>What were your boat’s best features?</w:t>
      </w:r>
    </w:p>
    <w:p w14:paraId="50058A42" w14:textId="77777777" w:rsidR="00356A73" w:rsidRDefault="00356A73" w:rsidP="00356A73">
      <w:pPr>
        <w:pBdr>
          <w:bottom w:val="single" w:sz="12" w:space="1" w:color="auto"/>
        </w:pBdr>
        <w:spacing w:line="480" w:lineRule="auto"/>
      </w:pPr>
    </w:p>
    <w:p w14:paraId="7F95DA6B" w14:textId="77777777" w:rsidR="00356A73" w:rsidRDefault="00356A73" w:rsidP="00356A73">
      <w:pPr>
        <w:pBdr>
          <w:bottom w:val="single" w:sz="6" w:space="1" w:color="auto"/>
        </w:pBdr>
        <w:spacing w:line="480" w:lineRule="auto"/>
      </w:pPr>
    </w:p>
    <w:p w14:paraId="32E92FE9" w14:textId="77777777" w:rsidR="00356A73" w:rsidRDefault="00356A73" w:rsidP="00356A73">
      <w:pPr>
        <w:pBdr>
          <w:bottom w:val="single" w:sz="12" w:space="1" w:color="auto"/>
        </w:pBdr>
        <w:spacing w:line="480" w:lineRule="auto"/>
      </w:pPr>
    </w:p>
    <w:p w14:paraId="36DFCCFF" w14:textId="77777777" w:rsidR="00356A73" w:rsidRDefault="00356A73" w:rsidP="00356A73">
      <w:pPr>
        <w:pBdr>
          <w:bottom w:val="single" w:sz="6" w:space="1" w:color="auto"/>
        </w:pBdr>
        <w:spacing w:line="480" w:lineRule="auto"/>
      </w:pPr>
    </w:p>
    <w:p w14:paraId="42C813D3" w14:textId="77777777" w:rsidR="00356A73" w:rsidRDefault="00356A73" w:rsidP="00411592">
      <w:pPr>
        <w:spacing w:line="276" w:lineRule="auto"/>
      </w:pPr>
    </w:p>
    <w:p w14:paraId="10AD608B" w14:textId="77777777" w:rsidR="00356A73" w:rsidRDefault="00356A73" w:rsidP="00411592">
      <w:pPr>
        <w:spacing w:line="276" w:lineRule="auto"/>
      </w:pPr>
    </w:p>
    <w:p w14:paraId="70727FA9" w14:textId="77777777" w:rsidR="00E14522" w:rsidRDefault="00E14522" w:rsidP="00411592">
      <w:pPr>
        <w:spacing w:line="276" w:lineRule="auto"/>
      </w:pPr>
    </w:p>
    <w:p w14:paraId="665D74A2" w14:textId="77777777" w:rsidR="00356A73" w:rsidRDefault="00356A73" w:rsidP="00411592">
      <w:pPr>
        <w:spacing w:line="276" w:lineRule="auto"/>
      </w:pPr>
      <w:r>
        <w:lastRenderedPageBreak/>
        <w:t>Describe some factors that prevented you from building a better boat.</w:t>
      </w:r>
    </w:p>
    <w:p w14:paraId="2A505746" w14:textId="77777777" w:rsidR="00356A73" w:rsidRDefault="00356A73" w:rsidP="00356A73">
      <w:pPr>
        <w:pBdr>
          <w:bottom w:val="single" w:sz="12" w:space="1" w:color="auto"/>
        </w:pBdr>
        <w:spacing w:line="480" w:lineRule="auto"/>
      </w:pPr>
    </w:p>
    <w:p w14:paraId="6730EBE6" w14:textId="77777777" w:rsidR="00356A73" w:rsidRDefault="00356A73" w:rsidP="00356A73">
      <w:pPr>
        <w:pBdr>
          <w:bottom w:val="single" w:sz="6" w:space="1" w:color="auto"/>
        </w:pBdr>
        <w:spacing w:line="480" w:lineRule="auto"/>
      </w:pPr>
    </w:p>
    <w:p w14:paraId="5AD6BDBB" w14:textId="77777777" w:rsidR="00356A73" w:rsidRDefault="00356A73" w:rsidP="00356A73">
      <w:pPr>
        <w:pBdr>
          <w:bottom w:val="single" w:sz="12" w:space="1" w:color="auto"/>
        </w:pBdr>
        <w:spacing w:line="480" w:lineRule="auto"/>
      </w:pPr>
    </w:p>
    <w:p w14:paraId="7B398D57" w14:textId="77777777" w:rsidR="00356A73" w:rsidRDefault="00356A73" w:rsidP="00356A73">
      <w:pPr>
        <w:spacing w:line="276" w:lineRule="auto"/>
      </w:pPr>
    </w:p>
    <w:p w14:paraId="69F03DB6" w14:textId="77777777" w:rsidR="00356A73" w:rsidRDefault="00356A73" w:rsidP="00411592">
      <w:pPr>
        <w:spacing w:line="276" w:lineRule="auto"/>
      </w:pPr>
      <w:r>
        <w:t>How could you build a better boat now that you’ve tested yours and seen others tested?</w:t>
      </w:r>
    </w:p>
    <w:p w14:paraId="407C59BE" w14:textId="77777777" w:rsidR="00356A73" w:rsidRDefault="00356A73" w:rsidP="00356A73">
      <w:pPr>
        <w:pBdr>
          <w:bottom w:val="single" w:sz="12" w:space="1" w:color="auto"/>
        </w:pBdr>
        <w:spacing w:line="480" w:lineRule="auto"/>
      </w:pPr>
    </w:p>
    <w:p w14:paraId="7D8B93B4" w14:textId="77777777" w:rsidR="00356A73" w:rsidRDefault="00356A73" w:rsidP="00356A73">
      <w:pPr>
        <w:pBdr>
          <w:bottom w:val="single" w:sz="6" w:space="1" w:color="auto"/>
        </w:pBdr>
        <w:spacing w:line="480" w:lineRule="auto"/>
      </w:pPr>
    </w:p>
    <w:p w14:paraId="6EAE5DBE" w14:textId="77777777" w:rsidR="00356A73" w:rsidRDefault="00356A73" w:rsidP="00356A73">
      <w:pPr>
        <w:pBdr>
          <w:bottom w:val="single" w:sz="12" w:space="1" w:color="auto"/>
        </w:pBdr>
        <w:spacing w:line="480" w:lineRule="auto"/>
      </w:pPr>
    </w:p>
    <w:p w14:paraId="324F3DE2" w14:textId="77777777" w:rsidR="00356A73" w:rsidRDefault="00356A73" w:rsidP="00356A73">
      <w:pPr>
        <w:pBdr>
          <w:bottom w:val="single" w:sz="6" w:space="1" w:color="auto"/>
        </w:pBdr>
        <w:spacing w:line="480" w:lineRule="auto"/>
      </w:pPr>
    </w:p>
    <w:p w14:paraId="2505C452" w14:textId="77777777" w:rsidR="00356A73" w:rsidRDefault="00356A73" w:rsidP="00356A73">
      <w:pPr>
        <w:spacing w:line="276" w:lineRule="auto"/>
      </w:pPr>
    </w:p>
    <w:p w14:paraId="6949409F" w14:textId="77777777" w:rsidR="00356A73" w:rsidRDefault="00356A73" w:rsidP="00411592">
      <w:pPr>
        <w:spacing w:line="276" w:lineRule="auto"/>
      </w:pPr>
    </w:p>
    <w:p w14:paraId="3A4114DD" w14:textId="5201C6BD" w:rsidR="00356A73" w:rsidRDefault="00356A73" w:rsidP="00411592">
      <w:pPr>
        <w:spacing w:line="276" w:lineRule="auto"/>
      </w:pPr>
      <w:r>
        <w:t>Why do you think we did this activity?</w:t>
      </w:r>
      <w:r w:rsidR="00384716">
        <w:t xml:space="preserve"> Answer in complete sentences.</w:t>
      </w:r>
    </w:p>
    <w:p w14:paraId="6DCA3AD9" w14:textId="77777777" w:rsidR="00356A73" w:rsidRDefault="00356A73" w:rsidP="00356A73">
      <w:pPr>
        <w:pBdr>
          <w:bottom w:val="single" w:sz="12" w:space="1" w:color="auto"/>
        </w:pBdr>
        <w:spacing w:line="480" w:lineRule="auto"/>
      </w:pPr>
    </w:p>
    <w:p w14:paraId="02408B80" w14:textId="77777777" w:rsidR="00356A73" w:rsidRDefault="00356A73" w:rsidP="00356A73">
      <w:pPr>
        <w:pBdr>
          <w:bottom w:val="single" w:sz="6" w:space="1" w:color="auto"/>
        </w:pBdr>
        <w:spacing w:line="480" w:lineRule="auto"/>
      </w:pPr>
    </w:p>
    <w:p w14:paraId="013459F0" w14:textId="77777777" w:rsidR="00356A73" w:rsidRDefault="00356A73" w:rsidP="00356A73">
      <w:pPr>
        <w:pBdr>
          <w:bottom w:val="single" w:sz="12" w:space="1" w:color="auto"/>
        </w:pBdr>
        <w:spacing w:line="480" w:lineRule="auto"/>
      </w:pPr>
    </w:p>
    <w:p w14:paraId="506AF4A7" w14:textId="77777777" w:rsidR="00356A73" w:rsidRDefault="00356A73" w:rsidP="00356A73">
      <w:pPr>
        <w:pBdr>
          <w:bottom w:val="single" w:sz="6" w:space="1" w:color="auto"/>
        </w:pBdr>
        <w:spacing w:line="480" w:lineRule="auto"/>
      </w:pPr>
    </w:p>
    <w:p w14:paraId="40AE5623" w14:textId="77777777" w:rsidR="00384716" w:rsidRDefault="00384716" w:rsidP="00384716">
      <w:pPr>
        <w:pBdr>
          <w:bottom w:val="single" w:sz="12" w:space="1" w:color="auto"/>
        </w:pBdr>
        <w:spacing w:line="480" w:lineRule="auto"/>
      </w:pPr>
    </w:p>
    <w:p w14:paraId="7B2B4CBC" w14:textId="77777777" w:rsidR="00384716" w:rsidRDefault="00384716" w:rsidP="00384716">
      <w:pPr>
        <w:pBdr>
          <w:bottom w:val="single" w:sz="6" w:space="1" w:color="auto"/>
        </w:pBdr>
        <w:spacing w:line="480" w:lineRule="auto"/>
      </w:pPr>
    </w:p>
    <w:p w14:paraId="472BC833" w14:textId="77777777" w:rsidR="00384716" w:rsidRDefault="00384716" w:rsidP="00384716">
      <w:pPr>
        <w:pBdr>
          <w:bottom w:val="single" w:sz="12" w:space="1" w:color="auto"/>
        </w:pBdr>
        <w:spacing w:line="480" w:lineRule="auto"/>
      </w:pPr>
    </w:p>
    <w:p w14:paraId="75AC28C3" w14:textId="77777777" w:rsidR="00384716" w:rsidRDefault="00384716" w:rsidP="00384716">
      <w:pPr>
        <w:pBdr>
          <w:bottom w:val="single" w:sz="6" w:space="1" w:color="auto"/>
        </w:pBdr>
        <w:spacing w:line="480" w:lineRule="auto"/>
      </w:pPr>
    </w:p>
    <w:p w14:paraId="68A4B1AE" w14:textId="77777777" w:rsidR="00384716" w:rsidRDefault="00384716" w:rsidP="00384716">
      <w:pPr>
        <w:spacing w:line="276" w:lineRule="auto"/>
      </w:pPr>
    </w:p>
    <w:p w14:paraId="32387870" w14:textId="77777777" w:rsidR="00356A73" w:rsidRDefault="00356A73" w:rsidP="00356A73">
      <w:pPr>
        <w:spacing w:line="276" w:lineRule="auto"/>
      </w:pPr>
    </w:p>
    <w:p w14:paraId="3B713C40" w14:textId="77777777" w:rsidR="00356A73" w:rsidRDefault="00356A73" w:rsidP="00411592">
      <w:pPr>
        <w:spacing w:line="276" w:lineRule="auto"/>
      </w:pPr>
    </w:p>
    <w:p w14:paraId="77A3CBB2" w14:textId="77777777" w:rsidR="006C50DF" w:rsidRDefault="006C50DF" w:rsidP="00411592">
      <w:pPr>
        <w:spacing w:line="276" w:lineRule="auto"/>
      </w:pPr>
    </w:p>
    <w:p w14:paraId="61CA711C" w14:textId="77777777" w:rsidR="006C50DF" w:rsidRDefault="006C50DF" w:rsidP="00411592">
      <w:pPr>
        <w:spacing w:line="276" w:lineRule="auto"/>
      </w:pPr>
    </w:p>
    <w:p w14:paraId="3B24642A" w14:textId="77777777" w:rsidR="00E4327B" w:rsidRDefault="00E4327B" w:rsidP="00411592">
      <w:pPr>
        <w:spacing w:line="276" w:lineRule="auto"/>
      </w:pPr>
      <w:bookmarkStart w:id="0" w:name="_GoBack"/>
      <w:bookmarkEnd w:id="0"/>
    </w:p>
    <w:sectPr w:rsidR="00E4327B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73"/>
    <w:rsid w:val="000F12BF"/>
    <w:rsid w:val="002D4F7E"/>
    <w:rsid w:val="00356A73"/>
    <w:rsid w:val="00384716"/>
    <w:rsid w:val="00411592"/>
    <w:rsid w:val="00505350"/>
    <w:rsid w:val="006C50DF"/>
    <w:rsid w:val="00874E37"/>
    <w:rsid w:val="00C93C62"/>
    <w:rsid w:val="00D365DD"/>
    <w:rsid w:val="00E14522"/>
    <w:rsid w:val="00E4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576FD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6A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6A7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C50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14</TotalTime>
  <Pages>2</Pages>
  <Words>112</Words>
  <Characters>639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8</cp:revision>
  <cp:lastPrinted>2017-08-22T21:43:00Z</cp:lastPrinted>
  <dcterms:created xsi:type="dcterms:W3CDTF">2017-08-22T20:39:00Z</dcterms:created>
  <dcterms:modified xsi:type="dcterms:W3CDTF">2017-08-23T18:50:00Z</dcterms:modified>
</cp:coreProperties>
</file>